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C045EA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Pr="00767461" w:rsidRDefault="001364F4" w:rsidP="001364F4">
      <w:pPr>
        <w:ind w:left="708"/>
        <w:jc w:val="both"/>
        <w:rPr>
          <w:snapToGrid w:val="0"/>
          <w:sz w:val="16"/>
          <w:szCs w:val="16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767461" w:rsidRDefault="001364F4" w:rsidP="001364F4">
      <w:pPr>
        <w:jc w:val="both"/>
        <w:rPr>
          <w:snapToGrid w:val="0"/>
          <w:sz w:val="16"/>
          <w:szCs w:val="16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povolení</w:t>
      </w:r>
      <w:r w:rsidR="00C045EA">
        <w:rPr>
          <w:snapToGrid w:val="0"/>
          <w:sz w:val="24"/>
          <w:szCs w:val="24"/>
        </w:rPr>
        <w:t xml:space="preserve"> stavby</w:t>
      </w:r>
      <w:r w:rsidRPr="001364F4">
        <w:rPr>
          <w:snapToGrid w:val="0"/>
          <w:sz w:val="24"/>
          <w:szCs w:val="24"/>
        </w:rPr>
        <w:t xml:space="preserve">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DD7449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D7449">
        <w:rPr>
          <w:snapToGrid w:val="0"/>
          <w:sz w:val="24"/>
          <w:szCs w:val="24"/>
        </w:rPr>
        <w:t xml:space="preserve">Spolupráce s pracovníky projektanta zabezpečujícími </w:t>
      </w:r>
      <w:r w:rsidR="00C045EA" w:rsidRPr="00DD7449">
        <w:rPr>
          <w:snapToGrid w:val="0"/>
          <w:sz w:val="24"/>
          <w:szCs w:val="24"/>
        </w:rPr>
        <w:t>dozor projektanta</w:t>
      </w:r>
      <w:r w:rsidRPr="00DD7449">
        <w:rPr>
          <w:snapToGrid w:val="0"/>
          <w:sz w:val="24"/>
          <w:szCs w:val="24"/>
        </w:rPr>
        <w:t xml:space="preserve"> při zajišťování souladu realizovaných dodávek a prací s projektem;</w:t>
      </w:r>
    </w:p>
    <w:p w:rsidR="001364F4" w:rsidRPr="00DD7449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D7449">
        <w:rPr>
          <w:sz w:val="24"/>
          <w:szCs w:val="24"/>
        </w:rPr>
        <w:t xml:space="preserve">Účast na kontrolách ze strany oprávněných osob poskytovatele </w:t>
      </w:r>
      <w:r w:rsidR="005333C8" w:rsidRPr="00DD7449">
        <w:rPr>
          <w:sz w:val="24"/>
          <w:szCs w:val="24"/>
        </w:rPr>
        <w:t xml:space="preserve">finanční podpory </w:t>
      </w:r>
      <w:r w:rsidRPr="00DD7449">
        <w:rPr>
          <w:sz w:val="24"/>
          <w:szCs w:val="24"/>
        </w:rPr>
        <w:t>a dalších uvedených v </w:t>
      </w:r>
      <w:r w:rsidR="005333C8" w:rsidRPr="00DD7449">
        <w:rPr>
          <w:sz w:val="24"/>
          <w:szCs w:val="24"/>
        </w:rPr>
        <w:t>příslušném</w:t>
      </w:r>
      <w:r w:rsidRPr="00DD7449">
        <w:rPr>
          <w:sz w:val="24"/>
          <w:szCs w:val="24"/>
        </w:rPr>
        <w:t xml:space="preserve"> programu</w:t>
      </w:r>
      <w:r w:rsidR="005333C8" w:rsidRPr="00DD7449">
        <w:rPr>
          <w:sz w:val="24"/>
          <w:szCs w:val="24"/>
        </w:rPr>
        <w:t xml:space="preserve"> finanční podpory</w:t>
      </w:r>
      <w:r w:rsidRPr="00DD7449">
        <w:rPr>
          <w:sz w:val="24"/>
          <w:szCs w:val="24"/>
        </w:rPr>
        <w:t xml:space="preserve"> a poskytování nezbytné součinnosti při kontrolách</w:t>
      </w:r>
    </w:p>
    <w:p w:rsidR="001364F4" w:rsidRPr="00DD7449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D7449">
        <w:rPr>
          <w:sz w:val="24"/>
          <w:szCs w:val="24"/>
        </w:rPr>
        <w:t>ex-ante – před zahájení</w:t>
      </w:r>
      <w:r w:rsidR="008D3A55" w:rsidRPr="00DD7449">
        <w:rPr>
          <w:sz w:val="24"/>
          <w:szCs w:val="24"/>
        </w:rPr>
        <w:t>m</w:t>
      </w:r>
      <w:r w:rsidRPr="00DD7449">
        <w:rPr>
          <w:sz w:val="24"/>
          <w:szCs w:val="24"/>
        </w:rPr>
        <w:t xml:space="preserve"> realizace projektu </w:t>
      </w:r>
    </w:p>
    <w:p w:rsidR="001364F4" w:rsidRPr="00DD7449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D7449">
        <w:rPr>
          <w:sz w:val="24"/>
          <w:szCs w:val="24"/>
        </w:rPr>
        <w:t>interim – během realizace projektu</w:t>
      </w:r>
    </w:p>
    <w:p w:rsidR="001364F4" w:rsidRPr="00DD7449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D7449">
        <w:rPr>
          <w:sz w:val="24"/>
          <w:szCs w:val="24"/>
        </w:rPr>
        <w:t>ex-post – po ukončení projektu</w:t>
      </w:r>
    </w:p>
    <w:p w:rsidR="00F72DFC" w:rsidRPr="00DD7449" w:rsidRDefault="00E26B4E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Zabezpečení provedení nápravných opatření souvisejících s prováděním stavby uložených </w:t>
      </w:r>
      <w:r w:rsidR="001364F4" w:rsidRPr="00DD7449">
        <w:rPr>
          <w:sz w:val="24"/>
          <w:szCs w:val="24"/>
        </w:rPr>
        <w:t xml:space="preserve">kontrolními orgány poskytovatele </w:t>
      </w:r>
      <w:r w:rsidR="002270B1" w:rsidRPr="00DD7449">
        <w:rPr>
          <w:sz w:val="24"/>
          <w:szCs w:val="24"/>
        </w:rPr>
        <w:t>finanční podpory</w:t>
      </w:r>
      <w:r w:rsidR="001364F4" w:rsidRPr="00DD7449">
        <w:rPr>
          <w:sz w:val="24"/>
          <w:szCs w:val="24"/>
        </w:rPr>
        <w:t>, Evropské komise či jiný</w:t>
      </w:r>
      <w:r w:rsidR="00733F67" w:rsidRPr="00DD7449">
        <w:rPr>
          <w:sz w:val="24"/>
          <w:szCs w:val="24"/>
        </w:rPr>
        <w:t>mi</w:t>
      </w:r>
      <w:r w:rsidR="001364F4" w:rsidRPr="00DD7449">
        <w:rPr>
          <w:sz w:val="24"/>
          <w:szCs w:val="24"/>
        </w:rPr>
        <w:t xml:space="preserve"> oprávněný</w:t>
      </w:r>
      <w:r w:rsidR="00733F67" w:rsidRPr="00DD7449">
        <w:rPr>
          <w:sz w:val="24"/>
          <w:szCs w:val="24"/>
        </w:rPr>
        <w:t>mi</w:t>
      </w:r>
      <w:r w:rsidR="001364F4" w:rsidRPr="00DD7449">
        <w:rPr>
          <w:sz w:val="24"/>
          <w:szCs w:val="24"/>
        </w:rPr>
        <w:t xml:space="preserve"> orgán</w:t>
      </w:r>
      <w:r>
        <w:rPr>
          <w:sz w:val="24"/>
          <w:szCs w:val="24"/>
        </w:rPr>
        <w:t>y</w:t>
      </w:r>
      <w:r>
        <w:rPr>
          <w:snapToGrid w:val="0"/>
          <w:sz w:val="24"/>
          <w:szCs w:val="24"/>
        </w:rPr>
        <w:t>;</w:t>
      </w:r>
    </w:p>
    <w:p w:rsidR="001364F4" w:rsidRPr="00DD7449" w:rsidRDefault="00E26B4E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Projednání případných změn a doplňků projektové dokumentace, zabezpečení vyjádření dozoru projektanta a jejich archivace;</w:t>
      </w:r>
    </w:p>
    <w:p w:rsidR="001364F4" w:rsidRPr="00DD7449" w:rsidRDefault="00E26B4E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E26B4E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způsobu výběru subdodavatelů podle smlouvy o dílo se zhotovitelem stavby a podílení se na výběru subdodavatelů, zajišťování</w:t>
      </w:r>
      <w:r w:rsidR="001364F4" w:rsidRPr="001364F4">
        <w:rPr>
          <w:snapToGrid w:val="0"/>
          <w:sz w:val="24"/>
          <w:szCs w:val="24"/>
        </w:rPr>
        <w:t xml:space="preserve">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="001364F4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991202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návrhů zhotovitele stavby na záměny materiálů, zabezpečení stanoviska dozoru</w:t>
      </w:r>
      <w:r w:rsidR="00C045EA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496C8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během realizace projektu </w:t>
      </w:r>
      <w:r w:rsidR="001364F4" w:rsidRPr="00DD7449">
        <w:rPr>
          <w:sz w:val="24"/>
          <w:szCs w:val="24"/>
        </w:rPr>
        <w:t xml:space="preserve">v souladu s podmínkami </w:t>
      </w:r>
      <w:r w:rsidR="002270B1" w:rsidRPr="00DD7449">
        <w:rPr>
          <w:sz w:val="24"/>
          <w:szCs w:val="24"/>
        </w:rPr>
        <w:t>příslušného</w:t>
      </w:r>
      <w:r w:rsidR="001364F4" w:rsidRPr="00DD7449">
        <w:rPr>
          <w:sz w:val="24"/>
          <w:szCs w:val="24"/>
        </w:rPr>
        <w:t xml:space="preserve"> programu</w:t>
      </w:r>
      <w:r w:rsidR="002270B1" w:rsidRPr="00DD7449">
        <w:rPr>
          <w:sz w:val="24"/>
          <w:szCs w:val="24"/>
        </w:rPr>
        <w:t xml:space="preserve"> finanční podpory</w:t>
      </w:r>
      <w:r w:rsidR="001364F4" w:rsidRPr="00496C88">
        <w:rPr>
          <w:sz w:val="24"/>
          <w:szCs w:val="24"/>
        </w:rPr>
        <w:t xml:space="preserve"> a jejich předání </w:t>
      </w:r>
      <w:r w:rsidR="00A45F4F" w:rsidRPr="00496C88">
        <w:rPr>
          <w:sz w:val="24"/>
          <w:szCs w:val="24"/>
        </w:rPr>
        <w:t>příkazci</w:t>
      </w:r>
      <w:r w:rsidR="001364F4" w:rsidRPr="00496C88">
        <w:rPr>
          <w:sz w:val="24"/>
          <w:szCs w:val="24"/>
        </w:rPr>
        <w:t>;</w:t>
      </w:r>
    </w:p>
    <w:p w:rsidR="001364F4" w:rsidRPr="00FA2B6C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z</w:t>
      </w:r>
      <w:r w:rsidR="007C30FE" w:rsidRPr="00FA2B6C">
        <w:rPr>
          <w:sz w:val="24"/>
          <w:szCs w:val="24"/>
        </w:rPr>
        <w:t xml:space="preserve">abezpečení dokladů </w:t>
      </w:r>
      <w:r w:rsidR="002F210E" w:rsidRPr="00FA2B6C">
        <w:rPr>
          <w:sz w:val="24"/>
          <w:szCs w:val="24"/>
        </w:rPr>
        <w:t xml:space="preserve">k případným změnám stavby </w:t>
      </w:r>
      <w:r w:rsidR="007C30FE" w:rsidRPr="00496C88">
        <w:rPr>
          <w:sz w:val="24"/>
          <w:szCs w:val="24"/>
        </w:rPr>
        <w:t>požadovaných</w:t>
      </w:r>
      <w:r w:rsidR="002F210E" w:rsidRPr="00496C88">
        <w:rPr>
          <w:sz w:val="24"/>
          <w:szCs w:val="24"/>
        </w:rPr>
        <w:t xml:space="preserve"> platnou legislativou a poskytovatelem </w:t>
      </w:r>
      <w:r w:rsidR="002270B1" w:rsidRPr="00496C88">
        <w:rPr>
          <w:sz w:val="24"/>
          <w:szCs w:val="24"/>
        </w:rPr>
        <w:t xml:space="preserve">finanční podpory </w:t>
      </w:r>
      <w:r w:rsidR="002F210E" w:rsidRPr="00496C88">
        <w:rPr>
          <w:sz w:val="24"/>
          <w:szCs w:val="24"/>
        </w:rPr>
        <w:t>(vč.</w:t>
      </w:r>
      <w:r w:rsidR="00496C88">
        <w:rPr>
          <w:sz w:val="24"/>
          <w:szCs w:val="24"/>
        </w:rPr>
        <w:t xml:space="preserve"> </w:t>
      </w:r>
      <w:r w:rsidR="002F210E" w:rsidRPr="00FA2B6C">
        <w:rPr>
          <w:sz w:val="24"/>
          <w:szCs w:val="24"/>
        </w:rPr>
        <w:t>dokladů o zadání víceprací, apod.)</w:t>
      </w:r>
      <w:r w:rsidR="007C30FE" w:rsidRPr="00FA2B6C">
        <w:rPr>
          <w:sz w:val="24"/>
          <w:szCs w:val="24"/>
        </w:rPr>
        <w:t xml:space="preserve"> </w:t>
      </w:r>
    </w:p>
    <w:p w:rsidR="001364F4" w:rsidRPr="00FA2B6C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napToGrid w:val="0"/>
          <w:sz w:val="24"/>
          <w:szCs w:val="24"/>
        </w:rPr>
        <w:t xml:space="preserve">Informování </w:t>
      </w:r>
      <w:r w:rsidR="00A45F4F" w:rsidRPr="00FA2B6C">
        <w:rPr>
          <w:snapToGrid w:val="0"/>
          <w:sz w:val="24"/>
          <w:szCs w:val="24"/>
        </w:rPr>
        <w:t>příkazce</w:t>
      </w:r>
      <w:r w:rsidRPr="00FA2B6C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FA2B6C">
        <w:rPr>
          <w:snapToGrid w:val="0"/>
          <w:sz w:val="24"/>
          <w:szCs w:val="24"/>
        </w:rPr>
        <w:t>příkazci</w:t>
      </w:r>
      <w:r w:rsidRPr="00FA2B6C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E23B6E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E23B6E">
        <w:rPr>
          <w:sz w:val="24"/>
          <w:szCs w:val="24"/>
        </w:rPr>
        <w:t xml:space="preserve">Vypracování podkladů </w:t>
      </w:r>
      <w:r w:rsidR="00095D50" w:rsidRPr="00E23B6E">
        <w:rPr>
          <w:sz w:val="24"/>
          <w:szCs w:val="24"/>
        </w:rPr>
        <w:t xml:space="preserve">souvisejících s prováděním stavby </w:t>
      </w:r>
      <w:r w:rsidRPr="00E23B6E">
        <w:rPr>
          <w:sz w:val="24"/>
          <w:szCs w:val="24"/>
        </w:rPr>
        <w:t xml:space="preserve">pro příslušné monitorovací zprávy a jejich předání </w:t>
      </w:r>
      <w:r w:rsidR="00A45F4F" w:rsidRPr="00E23B6E">
        <w:rPr>
          <w:sz w:val="24"/>
          <w:szCs w:val="24"/>
        </w:rPr>
        <w:t>příkazci</w:t>
      </w:r>
      <w:r w:rsidRPr="00E23B6E">
        <w:rPr>
          <w:sz w:val="24"/>
          <w:szCs w:val="24"/>
        </w:rPr>
        <w:t xml:space="preserve"> </w:t>
      </w:r>
      <w:r w:rsidR="00095D50" w:rsidRPr="00E23B6E">
        <w:rPr>
          <w:sz w:val="24"/>
          <w:szCs w:val="24"/>
        </w:rPr>
        <w:t>v rozsahu a termínech dle potřeb monitorovacích zpráv</w:t>
      </w:r>
      <w:r w:rsidRPr="00E23B6E">
        <w:rPr>
          <w:sz w:val="24"/>
          <w:szCs w:val="24"/>
        </w:rPr>
        <w:t>, zejména vždy pro: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monitorovací hlášení během realizace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etapovou zprávu (se žádostí o platbu) po ukončení etapy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závěrečnou zprávu (se žádostí o platbu) po ukončení realizace</w:t>
      </w:r>
    </w:p>
    <w:p w:rsidR="001364F4" w:rsidRPr="00767461" w:rsidRDefault="001364F4" w:rsidP="001364F4">
      <w:pPr>
        <w:rPr>
          <w:sz w:val="16"/>
          <w:szCs w:val="16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C045EA">
        <w:rPr>
          <w:snapToGrid w:val="0"/>
          <w:sz w:val="24"/>
          <w:szCs w:val="24"/>
        </w:rPr>
        <w:t>rozhodnutí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767461" w:rsidRPr="001364F4" w:rsidRDefault="00767461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4C329C" w:rsidRDefault="004C329C">
      <w:pPr>
        <w:ind w:left="360"/>
        <w:jc w:val="both"/>
        <w:rPr>
          <w:sz w:val="24"/>
          <w:szCs w:val="24"/>
          <w:highlight w:val="yellow"/>
        </w:rPr>
      </w:pPr>
    </w:p>
    <w:sectPr w:rsidR="004C329C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29C" w:rsidRDefault="004C329C">
      <w:r>
        <w:separator/>
      </w:r>
    </w:p>
  </w:endnote>
  <w:endnote w:type="continuationSeparator" w:id="0">
    <w:p w:rsidR="004C329C" w:rsidRDefault="004C3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391FB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391FB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E1C6A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F9766D">
      <w:rPr>
        <w:sz w:val="20"/>
        <w:szCs w:val="20"/>
      </w:rPr>
      <w:t>Brněnská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29C" w:rsidRDefault="004C329C">
      <w:r>
        <w:separator/>
      </w:r>
    </w:p>
  </w:footnote>
  <w:footnote w:type="continuationSeparator" w:id="0">
    <w:p w:rsidR="004C329C" w:rsidRDefault="004C3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068B"/>
    <w:rsid w:val="00015BB9"/>
    <w:rsid w:val="0001615B"/>
    <w:rsid w:val="00017008"/>
    <w:rsid w:val="00017987"/>
    <w:rsid w:val="00021C15"/>
    <w:rsid w:val="00030F96"/>
    <w:rsid w:val="00036C65"/>
    <w:rsid w:val="000414AD"/>
    <w:rsid w:val="00042857"/>
    <w:rsid w:val="00047538"/>
    <w:rsid w:val="00047859"/>
    <w:rsid w:val="00047CFB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034C"/>
    <w:rsid w:val="0016391D"/>
    <w:rsid w:val="00166369"/>
    <w:rsid w:val="0017771E"/>
    <w:rsid w:val="00180073"/>
    <w:rsid w:val="001806C8"/>
    <w:rsid w:val="00183D3F"/>
    <w:rsid w:val="00191B89"/>
    <w:rsid w:val="00195E2C"/>
    <w:rsid w:val="001A18DC"/>
    <w:rsid w:val="001A5255"/>
    <w:rsid w:val="001B2B43"/>
    <w:rsid w:val="001B4D99"/>
    <w:rsid w:val="001C4442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740B8"/>
    <w:rsid w:val="0028071F"/>
    <w:rsid w:val="00287F80"/>
    <w:rsid w:val="002976D6"/>
    <w:rsid w:val="002A1E44"/>
    <w:rsid w:val="002A5695"/>
    <w:rsid w:val="002A6707"/>
    <w:rsid w:val="002A7401"/>
    <w:rsid w:val="002B29D9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16146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1FB5"/>
    <w:rsid w:val="00392F8C"/>
    <w:rsid w:val="00393A9E"/>
    <w:rsid w:val="00397001"/>
    <w:rsid w:val="003B17D6"/>
    <w:rsid w:val="003B5307"/>
    <w:rsid w:val="003C3E7B"/>
    <w:rsid w:val="003C5171"/>
    <w:rsid w:val="003D301E"/>
    <w:rsid w:val="003D7698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57CA"/>
    <w:rsid w:val="00467BFD"/>
    <w:rsid w:val="00471EE5"/>
    <w:rsid w:val="00476608"/>
    <w:rsid w:val="004770D8"/>
    <w:rsid w:val="004811E5"/>
    <w:rsid w:val="004860D0"/>
    <w:rsid w:val="0048769F"/>
    <w:rsid w:val="00487808"/>
    <w:rsid w:val="00496C88"/>
    <w:rsid w:val="004977B6"/>
    <w:rsid w:val="004A4ED5"/>
    <w:rsid w:val="004A51BF"/>
    <w:rsid w:val="004A53D7"/>
    <w:rsid w:val="004A7B18"/>
    <w:rsid w:val="004B239E"/>
    <w:rsid w:val="004B272E"/>
    <w:rsid w:val="004B316C"/>
    <w:rsid w:val="004C329C"/>
    <w:rsid w:val="004D0C30"/>
    <w:rsid w:val="004D4C39"/>
    <w:rsid w:val="004D5840"/>
    <w:rsid w:val="004D7C67"/>
    <w:rsid w:val="004E1C6A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3B35"/>
    <w:rsid w:val="005A4216"/>
    <w:rsid w:val="005A4F44"/>
    <w:rsid w:val="005A620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362"/>
    <w:rsid w:val="00612DE2"/>
    <w:rsid w:val="0061786C"/>
    <w:rsid w:val="00620416"/>
    <w:rsid w:val="00620A15"/>
    <w:rsid w:val="00625381"/>
    <w:rsid w:val="00625838"/>
    <w:rsid w:val="00645DD4"/>
    <w:rsid w:val="0064658C"/>
    <w:rsid w:val="00650F29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056F"/>
    <w:rsid w:val="00694E10"/>
    <w:rsid w:val="006A2765"/>
    <w:rsid w:val="006A334A"/>
    <w:rsid w:val="006A519A"/>
    <w:rsid w:val="006B0D79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0894"/>
    <w:rsid w:val="007415B5"/>
    <w:rsid w:val="0074307D"/>
    <w:rsid w:val="00743746"/>
    <w:rsid w:val="007479F8"/>
    <w:rsid w:val="007510FA"/>
    <w:rsid w:val="00754BC5"/>
    <w:rsid w:val="00754F8A"/>
    <w:rsid w:val="00767461"/>
    <w:rsid w:val="0077585D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E6C9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3682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92B08"/>
    <w:rsid w:val="0089544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27AB"/>
    <w:rsid w:val="009838A8"/>
    <w:rsid w:val="0099088E"/>
    <w:rsid w:val="00991202"/>
    <w:rsid w:val="009A2F48"/>
    <w:rsid w:val="009A58F8"/>
    <w:rsid w:val="009A7CDD"/>
    <w:rsid w:val="009B27BC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41EB"/>
    <w:rsid w:val="00A26CF6"/>
    <w:rsid w:val="00A43839"/>
    <w:rsid w:val="00A45F4F"/>
    <w:rsid w:val="00A46A36"/>
    <w:rsid w:val="00A50271"/>
    <w:rsid w:val="00A5267C"/>
    <w:rsid w:val="00A55958"/>
    <w:rsid w:val="00A6570F"/>
    <w:rsid w:val="00A66ABF"/>
    <w:rsid w:val="00A66D10"/>
    <w:rsid w:val="00A71493"/>
    <w:rsid w:val="00A744F2"/>
    <w:rsid w:val="00A74753"/>
    <w:rsid w:val="00A80DEE"/>
    <w:rsid w:val="00A81392"/>
    <w:rsid w:val="00A92E6E"/>
    <w:rsid w:val="00AA2474"/>
    <w:rsid w:val="00AD08FB"/>
    <w:rsid w:val="00AD1F86"/>
    <w:rsid w:val="00AD5C42"/>
    <w:rsid w:val="00AE0A46"/>
    <w:rsid w:val="00AE68FF"/>
    <w:rsid w:val="00AE6F23"/>
    <w:rsid w:val="00AF0A73"/>
    <w:rsid w:val="00AF46CD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2596"/>
    <w:rsid w:val="00B46385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5F0C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2E72"/>
    <w:rsid w:val="00BF41D2"/>
    <w:rsid w:val="00BF6A90"/>
    <w:rsid w:val="00C001F3"/>
    <w:rsid w:val="00C045EA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1DCF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449"/>
    <w:rsid w:val="00DD78D8"/>
    <w:rsid w:val="00DE141C"/>
    <w:rsid w:val="00DE58E6"/>
    <w:rsid w:val="00DE7971"/>
    <w:rsid w:val="00DF1C41"/>
    <w:rsid w:val="00DF33B5"/>
    <w:rsid w:val="00DF41A9"/>
    <w:rsid w:val="00E00728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1476C"/>
    <w:rsid w:val="00E21DCF"/>
    <w:rsid w:val="00E23B6E"/>
    <w:rsid w:val="00E24C0B"/>
    <w:rsid w:val="00E251BA"/>
    <w:rsid w:val="00E26B4E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96EC5"/>
    <w:rsid w:val="00E9786E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7A5D"/>
    <w:rsid w:val="00F11973"/>
    <w:rsid w:val="00F136AA"/>
    <w:rsid w:val="00F175D1"/>
    <w:rsid w:val="00F21B4A"/>
    <w:rsid w:val="00F24A43"/>
    <w:rsid w:val="00F32263"/>
    <w:rsid w:val="00F326A1"/>
    <w:rsid w:val="00F3489B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9766D"/>
    <w:rsid w:val="00FA2B6C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71A07-68A7-4E5A-A065-0A91208A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</TotalTime>
  <Pages>1</Pages>
  <Words>1085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4</cp:revision>
  <cp:lastPrinted>2013-04-22T13:00:00Z</cp:lastPrinted>
  <dcterms:created xsi:type="dcterms:W3CDTF">2024-11-21T09:18:00Z</dcterms:created>
  <dcterms:modified xsi:type="dcterms:W3CDTF">2024-11-21T09:18:00Z</dcterms:modified>
</cp:coreProperties>
</file>